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EC" w:rsidRPr="008308D7" w:rsidRDefault="00EE12EC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 w:rsidRPr="00012ED9"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EE12EC" w:rsidRPr="00ED5166" w:rsidRDefault="00EE12EC" w:rsidP="00853973">
      <w:pPr>
        <w:jc w:val="center"/>
        <w:rPr>
          <w:rFonts w:ascii="Arial" w:hAnsi="Arial" w:cs="Arial"/>
        </w:rPr>
      </w:pPr>
      <w:r w:rsidRPr="00ED5166">
        <w:rPr>
          <w:rFonts w:ascii="Arial" w:hAnsi="Arial" w:cs="Arial"/>
        </w:rPr>
        <w:t>АДМИНИСТРАЦИЯ КАМЕННО-СТЕПНОГО СЕЛЬСКОГО ПОСЕЛЕНИЯ</w:t>
      </w:r>
    </w:p>
    <w:p w:rsidR="00EE12EC" w:rsidRPr="00ED5166" w:rsidRDefault="00EE12EC" w:rsidP="00853973">
      <w:pPr>
        <w:jc w:val="center"/>
        <w:rPr>
          <w:rFonts w:ascii="Arial" w:hAnsi="Arial" w:cs="Arial"/>
        </w:rPr>
      </w:pPr>
      <w:r w:rsidRPr="00ED5166">
        <w:rPr>
          <w:rFonts w:ascii="Arial" w:hAnsi="Arial" w:cs="Arial"/>
        </w:rPr>
        <w:t>ТАЛОВСКОГО МУНИЦИПАЛЬНОГО РАЙОНА</w:t>
      </w:r>
    </w:p>
    <w:p w:rsidR="00EE12EC" w:rsidRPr="00ED5166" w:rsidRDefault="00EE12EC" w:rsidP="00853973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</w:rPr>
      </w:pPr>
      <w:r w:rsidRPr="00ED5166">
        <w:rPr>
          <w:rFonts w:ascii="Arial" w:hAnsi="Arial" w:cs="Arial"/>
        </w:rPr>
        <w:t>ВОРОНЕЖСКОЙ ОБЛАСТИ</w:t>
      </w:r>
    </w:p>
    <w:p w:rsidR="00EE12EC" w:rsidRPr="00ED5166" w:rsidRDefault="00EE12EC" w:rsidP="009412BD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</w:p>
    <w:p w:rsidR="00EE12EC" w:rsidRPr="00ED5166" w:rsidRDefault="00EE12EC" w:rsidP="009412BD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ED5166">
        <w:rPr>
          <w:rFonts w:ascii="Arial" w:hAnsi="Arial" w:cs="Arial"/>
        </w:rPr>
        <w:t>П О С Т А Н О В Л Е Н И</w:t>
      </w:r>
      <w:r w:rsidRPr="00ED5166">
        <w:rPr>
          <w:rFonts w:ascii="Arial" w:hAnsi="Arial" w:cs="Arial"/>
          <w:b/>
          <w:bCs/>
        </w:rPr>
        <w:t xml:space="preserve"> </w:t>
      </w:r>
      <w:r w:rsidRPr="00ED5166">
        <w:rPr>
          <w:rFonts w:ascii="Arial" w:hAnsi="Arial" w:cs="Arial"/>
        </w:rPr>
        <w:t>Е</w:t>
      </w:r>
    </w:p>
    <w:p w:rsidR="00EE12EC" w:rsidRPr="00853973" w:rsidRDefault="00EE12EC" w:rsidP="009412BD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b/>
          <w:bCs/>
          <w:sz w:val="28"/>
          <w:szCs w:val="28"/>
        </w:rPr>
      </w:pPr>
    </w:p>
    <w:p w:rsidR="00EE12EC" w:rsidRPr="00ED5166" w:rsidRDefault="00EE12EC" w:rsidP="006C3E5C">
      <w:pPr>
        <w:tabs>
          <w:tab w:val="left" w:pos="0"/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  <w:r w:rsidRPr="00ED5166">
        <w:rPr>
          <w:rFonts w:ascii="Arial" w:hAnsi="Arial" w:cs="Arial"/>
        </w:rPr>
        <w:t>от  16.10.2019 № 41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п.2-го участка института им. Докучаева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Об утверждении адресов объектов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недвижимости, расположенных на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 xml:space="preserve">территории Каменно-Степного сельского 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 xml:space="preserve">поселения Таловского муниципального района 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Воронежской области, отсутствующих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 xml:space="preserve">в Федеральной информационной </w:t>
      </w:r>
    </w:p>
    <w:p w:rsidR="00EE12EC" w:rsidRPr="00ED5166" w:rsidRDefault="00EE12EC" w:rsidP="005D0641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адресной системе</w:t>
      </w:r>
    </w:p>
    <w:p w:rsidR="00EE12EC" w:rsidRDefault="00EE12EC" w:rsidP="009412BD">
      <w:pPr>
        <w:ind w:firstLine="709"/>
        <w:jc w:val="both"/>
      </w:pPr>
    </w:p>
    <w:p w:rsidR="00EE12EC" w:rsidRPr="00ED5166" w:rsidRDefault="00EE12EC" w:rsidP="00744321">
      <w:pPr>
        <w:ind w:firstLine="709"/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 xml:space="preserve">В соответствии с Федеральным законом от 28.12.2013 г. №443-ФЗ «О Федеральной информационной адресной системе и о внесении изменений в Федеральный закон «Об общих признаках организации местного самоуправления в Российской Федерации» в связи с проведением инвентаризации объектов адресации ФИАС на территории Каменно-Степного сельского поселения Таловского муниципального района Воронежской области, Администрация Каменно-Степного сельского поселения Таловского муниципального района </w:t>
      </w:r>
    </w:p>
    <w:p w:rsidR="00EE12EC" w:rsidRPr="00CE5D06" w:rsidRDefault="00EE12EC" w:rsidP="00744321">
      <w:pPr>
        <w:ind w:firstLine="709"/>
        <w:jc w:val="both"/>
        <w:rPr>
          <w:sz w:val="28"/>
          <w:szCs w:val="28"/>
        </w:rPr>
      </w:pPr>
    </w:p>
    <w:p w:rsidR="00EE12EC" w:rsidRPr="00ED5166" w:rsidRDefault="00EE12EC" w:rsidP="009412BD">
      <w:pPr>
        <w:ind w:firstLine="709"/>
        <w:jc w:val="center"/>
        <w:rPr>
          <w:rFonts w:ascii="Arial" w:hAnsi="Arial" w:cs="Arial"/>
        </w:rPr>
      </w:pPr>
      <w:r w:rsidRPr="00ED5166">
        <w:rPr>
          <w:rFonts w:ascii="Arial" w:hAnsi="Arial" w:cs="Arial"/>
        </w:rPr>
        <w:t>ПОСТАНОВЛЯЕТ:</w:t>
      </w:r>
    </w:p>
    <w:p w:rsidR="00EE12EC" w:rsidRDefault="00EE12EC" w:rsidP="009412BD">
      <w:pPr>
        <w:ind w:firstLine="709"/>
        <w:jc w:val="center"/>
        <w:rPr>
          <w:sz w:val="28"/>
          <w:szCs w:val="28"/>
        </w:rPr>
      </w:pPr>
    </w:p>
    <w:p w:rsidR="00EE12EC" w:rsidRPr="00ED5166" w:rsidRDefault="00EE12EC" w:rsidP="005D4CB0">
      <w:pPr>
        <w:ind w:firstLine="709"/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1. Утвердить адреса объектов недвижимости, находящихся на территории Каменно-Степного сельского поселения Таловского муниципального района Воронежской области, отсутствующих в Федеральной информационной адресной системе, которые были присвоены до вступления в силу постановления Правительства РФ от 19.11.2014 г. №1221</w:t>
      </w:r>
    </w:p>
    <w:p w:rsidR="00EE12EC" w:rsidRDefault="00EE12EC" w:rsidP="00BB5752">
      <w:pPr>
        <w:ind w:firstLine="709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45"/>
      </w:tblGrid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992F98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397460,Российская Федерация, Воронежская область, Таловский район, п. Высокий, ул. Пушкина, д.3А</w:t>
            </w:r>
          </w:p>
        </w:tc>
      </w:tr>
      <w:tr w:rsidR="00EE12EC" w:rsidRPr="00ED5166" w:rsidTr="00ED5166">
        <w:trPr>
          <w:trHeight w:val="471"/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397460,Российская Федерация, Воронежская область, Таловский район, п. Высокий, ул. Пушкина, д.4А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 xml:space="preserve">397460,Российская Федерация, Воронежская область, Таловский район, п. Высокий, ул. Ленина, д. 26а </w:t>
            </w:r>
          </w:p>
        </w:tc>
      </w:tr>
      <w:tr w:rsidR="00EE12EC" w:rsidRPr="00ED5166" w:rsidTr="00ED5166">
        <w:trPr>
          <w:trHeight w:val="589"/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397463,Российская Федерация, Воронежская область, Таловский район, п. 2-го участка института им. Докучаева, ул. Алычевая, д.24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397463,Российская Федерация, Воронежская область, Таловский район, п. 2-го участка института им. Докучаева, ул. Обсерваторская, д.1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397463,Российская Федерация, Воронежская область, Таловский район, п. 2-го участка института им. Докучаева, ул. Докучаева, д. 19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 xml:space="preserve"> 397463,Российская Федерация, Воронежская область, Таловский район, п. 2-го участка института им. Докучаева, ул. Обсерваторская, д.9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 xml:space="preserve">397463,Россйская Федерация, Воронежская область, Таловский район, п. 2-го участка института им. Докучаева, ул. Обсерваторская, д.7 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397463, Российская Федерация, Воронежская область, Таловский район, п. 2-го участка института им. Докучаева, ул. Обсерваторская, д.8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397463Российская Федерация, Воронежская область, Таловский район, п. 1-го участка института им. Докучаева, ул. Луговая, д. 9</w:t>
            </w:r>
          </w:p>
        </w:tc>
      </w:tr>
      <w:tr w:rsidR="00EE12EC" w:rsidRPr="00ED5166" w:rsidTr="00ED5166">
        <w:trPr>
          <w:jc w:val="center"/>
        </w:trPr>
        <w:tc>
          <w:tcPr>
            <w:tcW w:w="9145" w:type="dxa"/>
          </w:tcPr>
          <w:p w:rsidR="00EE12EC" w:rsidRPr="00ED5166" w:rsidRDefault="00EE12EC" w:rsidP="005D0641">
            <w:pPr>
              <w:jc w:val="both"/>
              <w:rPr>
                <w:rFonts w:ascii="Arial" w:hAnsi="Arial" w:cs="Arial"/>
              </w:rPr>
            </w:pPr>
            <w:r w:rsidRPr="00ED5166">
              <w:rPr>
                <w:rFonts w:ascii="Arial" w:hAnsi="Arial" w:cs="Arial"/>
              </w:rPr>
              <w:t>397463,Российская Федерация, Воронежская область, Таловский район, п. 1-го участка института им. Докучаева, ул. Луговая, д. 11</w:t>
            </w:r>
          </w:p>
        </w:tc>
      </w:tr>
    </w:tbl>
    <w:p w:rsidR="00EE12EC" w:rsidRPr="00ED5166" w:rsidRDefault="00EE12EC" w:rsidP="006C6178">
      <w:pPr>
        <w:jc w:val="both"/>
        <w:rPr>
          <w:rFonts w:ascii="Arial" w:hAnsi="Arial" w:cs="Arial"/>
        </w:rPr>
      </w:pPr>
    </w:p>
    <w:p w:rsidR="00EE12EC" w:rsidRPr="00ED5166" w:rsidRDefault="00EE12EC" w:rsidP="006C6178">
      <w:pPr>
        <w:jc w:val="both"/>
        <w:rPr>
          <w:rFonts w:ascii="Arial" w:hAnsi="Arial" w:cs="Arial"/>
        </w:rPr>
      </w:pPr>
    </w:p>
    <w:p w:rsidR="00EE12EC" w:rsidRPr="00ED5166" w:rsidRDefault="00EE12EC" w:rsidP="006C6178">
      <w:pPr>
        <w:jc w:val="both"/>
        <w:rPr>
          <w:rFonts w:ascii="Arial" w:hAnsi="Arial" w:cs="Arial"/>
        </w:rPr>
      </w:pPr>
      <w:bookmarkStart w:id="0" w:name="_GoBack"/>
      <w:bookmarkEnd w:id="0"/>
    </w:p>
    <w:p w:rsidR="00EE12EC" w:rsidRPr="00ED5166" w:rsidRDefault="00EE12EC" w:rsidP="006C6178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>Глава Каменно-Степного</w:t>
      </w:r>
    </w:p>
    <w:p w:rsidR="00EE12EC" w:rsidRPr="00ED5166" w:rsidRDefault="00EE12EC" w:rsidP="006C6178">
      <w:pPr>
        <w:jc w:val="both"/>
        <w:rPr>
          <w:rFonts w:ascii="Arial" w:hAnsi="Arial" w:cs="Arial"/>
        </w:rPr>
      </w:pPr>
      <w:r w:rsidRPr="00ED5166">
        <w:rPr>
          <w:rFonts w:ascii="Arial" w:hAnsi="Arial" w:cs="Arial"/>
        </w:rPr>
        <w:t xml:space="preserve">сельского поселения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Pr="00ED5166">
        <w:rPr>
          <w:rFonts w:ascii="Arial" w:hAnsi="Arial" w:cs="Arial"/>
        </w:rPr>
        <w:t xml:space="preserve"> Л.И.Морозова</w:t>
      </w:r>
    </w:p>
    <w:sectPr w:rsidR="00EE12EC" w:rsidRPr="00ED5166" w:rsidSect="00ED5166">
      <w:footerReference w:type="default" r:id="rId8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2EC" w:rsidRDefault="00EE12EC">
      <w:r>
        <w:separator/>
      </w:r>
    </w:p>
  </w:endnote>
  <w:endnote w:type="continuationSeparator" w:id="0">
    <w:p w:rsidR="00EE12EC" w:rsidRDefault="00EE1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2EC" w:rsidRDefault="00EE12EC" w:rsidP="00F4005C">
    <w:pPr>
      <w:pStyle w:val="Footer"/>
      <w:framePr w:wrap="auto" w:vAnchor="text" w:hAnchor="margin" w:xAlign="right" w:y="1"/>
      <w:rPr>
        <w:rStyle w:val="PageNumber"/>
      </w:rPr>
    </w:pPr>
  </w:p>
  <w:p w:rsidR="00EE12EC" w:rsidRDefault="00EE12EC" w:rsidP="00F400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2EC" w:rsidRDefault="00EE12EC">
      <w:r>
        <w:separator/>
      </w:r>
    </w:p>
  </w:footnote>
  <w:footnote w:type="continuationSeparator" w:id="0">
    <w:p w:rsidR="00EE12EC" w:rsidRDefault="00EE1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7E"/>
    <w:rsid w:val="00000E83"/>
    <w:rsid w:val="00002904"/>
    <w:rsid w:val="000034E8"/>
    <w:rsid w:val="00006FC5"/>
    <w:rsid w:val="00012ED9"/>
    <w:rsid w:val="00027A4A"/>
    <w:rsid w:val="00030E47"/>
    <w:rsid w:val="00031C88"/>
    <w:rsid w:val="000551CC"/>
    <w:rsid w:val="000612CE"/>
    <w:rsid w:val="00061354"/>
    <w:rsid w:val="000635B2"/>
    <w:rsid w:val="00063891"/>
    <w:rsid w:val="00065D50"/>
    <w:rsid w:val="000661FA"/>
    <w:rsid w:val="000664D9"/>
    <w:rsid w:val="00070569"/>
    <w:rsid w:val="00075716"/>
    <w:rsid w:val="00075D4A"/>
    <w:rsid w:val="00081BAE"/>
    <w:rsid w:val="0008451B"/>
    <w:rsid w:val="000905EB"/>
    <w:rsid w:val="00094462"/>
    <w:rsid w:val="000A22E8"/>
    <w:rsid w:val="000A61E7"/>
    <w:rsid w:val="000A78DD"/>
    <w:rsid w:val="000C0217"/>
    <w:rsid w:val="000C0B48"/>
    <w:rsid w:val="000C19AB"/>
    <w:rsid w:val="000C1B4C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6B6A"/>
    <w:rsid w:val="0012746B"/>
    <w:rsid w:val="001335CC"/>
    <w:rsid w:val="001419C0"/>
    <w:rsid w:val="00143138"/>
    <w:rsid w:val="00146370"/>
    <w:rsid w:val="0016204C"/>
    <w:rsid w:val="00165983"/>
    <w:rsid w:val="001667F0"/>
    <w:rsid w:val="001722A2"/>
    <w:rsid w:val="001753A6"/>
    <w:rsid w:val="001839D0"/>
    <w:rsid w:val="00184E95"/>
    <w:rsid w:val="0018792D"/>
    <w:rsid w:val="00187EDF"/>
    <w:rsid w:val="0019581C"/>
    <w:rsid w:val="001A54EB"/>
    <w:rsid w:val="001B0527"/>
    <w:rsid w:val="001B3840"/>
    <w:rsid w:val="001B4737"/>
    <w:rsid w:val="001B4F94"/>
    <w:rsid w:val="001C1AD5"/>
    <w:rsid w:val="001C58E0"/>
    <w:rsid w:val="001D0728"/>
    <w:rsid w:val="001D2CE3"/>
    <w:rsid w:val="001D5946"/>
    <w:rsid w:val="001D73B5"/>
    <w:rsid w:val="001E623F"/>
    <w:rsid w:val="001E6700"/>
    <w:rsid w:val="001F6C78"/>
    <w:rsid w:val="00212ACD"/>
    <w:rsid w:val="00214ADA"/>
    <w:rsid w:val="0022493B"/>
    <w:rsid w:val="00247984"/>
    <w:rsid w:val="002539CA"/>
    <w:rsid w:val="00254BAA"/>
    <w:rsid w:val="002573DB"/>
    <w:rsid w:val="00273AC5"/>
    <w:rsid w:val="002745C4"/>
    <w:rsid w:val="002751D6"/>
    <w:rsid w:val="00284E00"/>
    <w:rsid w:val="002852A4"/>
    <w:rsid w:val="00286110"/>
    <w:rsid w:val="00297230"/>
    <w:rsid w:val="002A0FEC"/>
    <w:rsid w:val="002B6704"/>
    <w:rsid w:val="002C4D5B"/>
    <w:rsid w:val="002D2261"/>
    <w:rsid w:val="002D3361"/>
    <w:rsid w:val="002D352F"/>
    <w:rsid w:val="002E398E"/>
    <w:rsid w:val="002F1D95"/>
    <w:rsid w:val="00306BA0"/>
    <w:rsid w:val="003120E3"/>
    <w:rsid w:val="00315E7B"/>
    <w:rsid w:val="003171F4"/>
    <w:rsid w:val="00320E3C"/>
    <w:rsid w:val="003225E9"/>
    <w:rsid w:val="00324F8C"/>
    <w:rsid w:val="00327821"/>
    <w:rsid w:val="00332EF9"/>
    <w:rsid w:val="00337F27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D36"/>
    <w:rsid w:val="00375EC1"/>
    <w:rsid w:val="00375EEA"/>
    <w:rsid w:val="0038381B"/>
    <w:rsid w:val="00391D10"/>
    <w:rsid w:val="00394B42"/>
    <w:rsid w:val="0039788C"/>
    <w:rsid w:val="003A32F7"/>
    <w:rsid w:val="003A6EF2"/>
    <w:rsid w:val="003A7AD8"/>
    <w:rsid w:val="003B27D7"/>
    <w:rsid w:val="003B2BC3"/>
    <w:rsid w:val="003B4255"/>
    <w:rsid w:val="003C27B2"/>
    <w:rsid w:val="003C2A98"/>
    <w:rsid w:val="003D2783"/>
    <w:rsid w:val="003D6660"/>
    <w:rsid w:val="003E1030"/>
    <w:rsid w:val="003E4457"/>
    <w:rsid w:val="003E5938"/>
    <w:rsid w:val="003E70E3"/>
    <w:rsid w:val="003F03C0"/>
    <w:rsid w:val="003F2EC1"/>
    <w:rsid w:val="003F41B1"/>
    <w:rsid w:val="003F4470"/>
    <w:rsid w:val="003F51CE"/>
    <w:rsid w:val="003F7A61"/>
    <w:rsid w:val="004002FE"/>
    <w:rsid w:val="00401CF9"/>
    <w:rsid w:val="0040333C"/>
    <w:rsid w:val="00404590"/>
    <w:rsid w:val="00404DE0"/>
    <w:rsid w:val="004068BB"/>
    <w:rsid w:val="00407547"/>
    <w:rsid w:val="004428F4"/>
    <w:rsid w:val="0044795D"/>
    <w:rsid w:val="00451560"/>
    <w:rsid w:val="0046052A"/>
    <w:rsid w:val="0046422A"/>
    <w:rsid w:val="004718F5"/>
    <w:rsid w:val="00473690"/>
    <w:rsid w:val="00475210"/>
    <w:rsid w:val="0047702B"/>
    <w:rsid w:val="00486690"/>
    <w:rsid w:val="00490BF1"/>
    <w:rsid w:val="00492E40"/>
    <w:rsid w:val="00493837"/>
    <w:rsid w:val="004A3CA1"/>
    <w:rsid w:val="004A46A1"/>
    <w:rsid w:val="004B6FA1"/>
    <w:rsid w:val="004C768D"/>
    <w:rsid w:val="004E2BFC"/>
    <w:rsid w:val="004E4B9D"/>
    <w:rsid w:val="004E5A1F"/>
    <w:rsid w:val="004E6B49"/>
    <w:rsid w:val="004F5B90"/>
    <w:rsid w:val="00500052"/>
    <w:rsid w:val="0050778A"/>
    <w:rsid w:val="00512F2D"/>
    <w:rsid w:val="00515E32"/>
    <w:rsid w:val="00515F11"/>
    <w:rsid w:val="00517970"/>
    <w:rsid w:val="00534461"/>
    <w:rsid w:val="00555E7A"/>
    <w:rsid w:val="00562949"/>
    <w:rsid w:val="005637CE"/>
    <w:rsid w:val="00565970"/>
    <w:rsid w:val="00572DF0"/>
    <w:rsid w:val="005733B1"/>
    <w:rsid w:val="005741D3"/>
    <w:rsid w:val="00587F21"/>
    <w:rsid w:val="005918CA"/>
    <w:rsid w:val="005A20B9"/>
    <w:rsid w:val="005A71BC"/>
    <w:rsid w:val="005B0C31"/>
    <w:rsid w:val="005C1FF9"/>
    <w:rsid w:val="005D0641"/>
    <w:rsid w:val="005D31E6"/>
    <w:rsid w:val="005D3541"/>
    <w:rsid w:val="005D4CB0"/>
    <w:rsid w:val="005D64BE"/>
    <w:rsid w:val="005D6511"/>
    <w:rsid w:val="005F5EDD"/>
    <w:rsid w:val="005F794E"/>
    <w:rsid w:val="00616A2D"/>
    <w:rsid w:val="006234EB"/>
    <w:rsid w:val="0062485A"/>
    <w:rsid w:val="00624A9E"/>
    <w:rsid w:val="00627FC2"/>
    <w:rsid w:val="006411E5"/>
    <w:rsid w:val="006472BF"/>
    <w:rsid w:val="0065127F"/>
    <w:rsid w:val="00666E84"/>
    <w:rsid w:val="00667021"/>
    <w:rsid w:val="00670A1F"/>
    <w:rsid w:val="006776A7"/>
    <w:rsid w:val="006805C1"/>
    <w:rsid w:val="00680C02"/>
    <w:rsid w:val="00683CC9"/>
    <w:rsid w:val="00696B85"/>
    <w:rsid w:val="006A0152"/>
    <w:rsid w:val="006A2713"/>
    <w:rsid w:val="006A2A95"/>
    <w:rsid w:val="006A39F1"/>
    <w:rsid w:val="006A5BC9"/>
    <w:rsid w:val="006A6899"/>
    <w:rsid w:val="006B4222"/>
    <w:rsid w:val="006B469F"/>
    <w:rsid w:val="006C2033"/>
    <w:rsid w:val="006C3050"/>
    <w:rsid w:val="006C3E5C"/>
    <w:rsid w:val="006C5A3B"/>
    <w:rsid w:val="006C6178"/>
    <w:rsid w:val="006C771D"/>
    <w:rsid w:val="006C7CC3"/>
    <w:rsid w:val="006D39CD"/>
    <w:rsid w:val="006E2386"/>
    <w:rsid w:val="006E2408"/>
    <w:rsid w:val="006F0308"/>
    <w:rsid w:val="006F355E"/>
    <w:rsid w:val="006F3DC5"/>
    <w:rsid w:val="006F72A9"/>
    <w:rsid w:val="007100B6"/>
    <w:rsid w:val="00714CD4"/>
    <w:rsid w:val="0071714A"/>
    <w:rsid w:val="007242D7"/>
    <w:rsid w:val="00740FC5"/>
    <w:rsid w:val="00744321"/>
    <w:rsid w:val="00744540"/>
    <w:rsid w:val="00744F86"/>
    <w:rsid w:val="007522AF"/>
    <w:rsid w:val="0075454E"/>
    <w:rsid w:val="00754E73"/>
    <w:rsid w:val="00757B02"/>
    <w:rsid w:val="00761388"/>
    <w:rsid w:val="0076313F"/>
    <w:rsid w:val="00777401"/>
    <w:rsid w:val="007848CC"/>
    <w:rsid w:val="007905FA"/>
    <w:rsid w:val="00791E7E"/>
    <w:rsid w:val="007A39C3"/>
    <w:rsid w:val="007A55C1"/>
    <w:rsid w:val="007B74F3"/>
    <w:rsid w:val="007C4B4C"/>
    <w:rsid w:val="007C64F0"/>
    <w:rsid w:val="007D149C"/>
    <w:rsid w:val="007D21A7"/>
    <w:rsid w:val="007D2555"/>
    <w:rsid w:val="007D39CD"/>
    <w:rsid w:val="007D415C"/>
    <w:rsid w:val="007D6124"/>
    <w:rsid w:val="007E64F6"/>
    <w:rsid w:val="007F624A"/>
    <w:rsid w:val="00803C54"/>
    <w:rsid w:val="008154DC"/>
    <w:rsid w:val="00817942"/>
    <w:rsid w:val="00821704"/>
    <w:rsid w:val="00822470"/>
    <w:rsid w:val="00824F2C"/>
    <w:rsid w:val="00825A44"/>
    <w:rsid w:val="0082745D"/>
    <w:rsid w:val="008308D7"/>
    <w:rsid w:val="00830A03"/>
    <w:rsid w:val="008331EA"/>
    <w:rsid w:val="008441BA"/>
    <w:rsid w:val="00844BDC"/>
    <w:rsid w:val="0084506D"/>
    <w:rsid w:val="0085074F"/>
    <w:rsid w:val="00850CAE"/>
    <w:rsid w:val="00852605"/>
    <w:rsid w:val="00853973"/>
    <w:rsid w:val="00861FAA"/>
    <w:rsid w:val="00873071"/>
    <w:rsid w:val="00880516"/>
    <w:rsid w:val="0088341F"/>
    <w:rsid w:val="0088602E"/>
    <w:rsid w:val="008866B3"/>
    <w:rsid w:val="00886B71"/>
    <w:rsid w:val="008914E9"/>
    <w:rsid w:val="00896BCC"/>
    <w:rsid w:val="008A46A5"/>
    <w:rsid w:val="008A73F7"/>
    <w:rsid w:val="008D011F"/>
    <w:rsid w:val="008D1AB0"/>
    <w:rsid w:val="008D4105"/>
    <w:rsid w:val="008E250A"/>
    <w:rsid w:val="008E2958"/>
    <w:rsid w:val="008E3C6D"/>
    <w:rsid w:val="008E514E"/>
    <w:rsid w:val="008E5445"/>
    <w:rsid w:val="008E55EE"/>
    <w:rsid w:val="008F3A69"/>
    <w:rsid w:val="008F3FF8"/>
    <w:rsid w:val="008F55D8"/>
    <w:rsid w:val="00907D1A"/>
    <w:rsid w:val="0091586D"/>
    <w:rsid w:val="009168C3"/>
    <w:rsid w:val="0091733B"/>
    <w:rsid w:val="009179DA"/>
    <w:rsid w:val="00920268"/>
    <w:rsid w:val="0092071D"/>
    <w:rsid w:val="0092429F"/>
    <w:rsid w:val="00927C8C"/>
    <w:rsid w:val="00930B27"/>
    <w:rsid w:val="0093195B"/>
    <w:rsid w:val="00935298"/>
    <w:rsid w:val="009410CC"/>
    <w:rsid w:val="009412BD"/>
    <w:rsid w:val="009438CE"/>
    <w:rsid w:val="00957D23"/>
    <w:rsid w:val="009603F6"/>
    <w:rsid w:val="00963295"/>
    <w:rsid w:val="009641AF"/>
    <w:rsid w:val="009674F7"/>
    <w:rsid w:val="00970AA5"/>
    <w:rsid w:val="009746FE"/>
    <w:rsid w:val="00976BAE"/>
    <w:rsid w:val="00983F8D"/>
    <w:rsid w:val="00992F98"/>
    <w:rsid w:val="00993229"/>
    <w:rsid w:val="00997DB2"/>
    <w:rsid w:val="009A04A9"/>
    <w:rsid w:val="009A4080"/>
    <w:rsid w:val="009A4D5C"/>
    <w:rsid w:val="009A4FD8"/>
    <w:rsid w:val="009A5BD0"/>
    <w:rsid w:val="009B089C"/>
    <w:rsid w:val="009B384D"/>
    <w:rsid w:val="009C4895"/>
    <w:rsid w:val="009C4BD8"/>
    <w:rsid w:val="009D07F0"/>
    <w:rsid w:val="009D4F8D"/>
    <w:rsid w:val="009E2B1D"/>
    <w:rsid w:val="009F201C"/>
    <w:rsid w:val="009F31CC"/>
    <w:rsid w:val="00A036DA"/>
    <w:rsid w:val="00A04A08"/>
    <w:rsid w:val="00A064B5"/>
    <w:rsid w:val="00A15BEF"/>
    <w:rsid w:val="00A23DFA"/>
    <w:rsid w:val="00A24034"/>
    <w:rsid w:val="00A256A8"/>
    <w:rsid w:val="00A25A7B"/>
    <w:rsid w:val="00A267E3"/>
    <w:rsid w:val="00A32DA3"/>
    <w:rsid w:val="00A346A9"/>
    <w:rsid w:val="00A37533"/>
    <w:rsid w:val="00A44429"/>
    <w:rsid w:val="00A46820"/>
    <w:rsid w:val="00A52921"/>
    <w:rsid w:val="00A54A31"/>
    <w:rsid w:val="00A55E39"/>
    <w:rsid w:val="00A66FED"/>
    <w:rsid w:val="00A70C18"/>
    <w:rsid w:val="00A76B32"/>
    <w:rsid w:val="00A76EF0"/>
    <w:rsid w:val="00A91F66"/>
    <w:rsid w:val="00A966E6"/>
    <w:rsid w:val="00AA1ACC"/>
    <w:rsid w:val="00AA2B6A"/>
    <w:rsid w:val="00AA2BBF"/>
    <w:rsid w:val="00AA5BC4"/>
    <w:rsid w:val="00AA720F"/>
    <w:rsid w:val="00AB0485"/>
    <w:rsid w:val="00AC5FB6"/>
    <w:rsid w:val="00AD02AE"/>
    <w:rsid w:val="00AD496B"/>
    <w:rsid w:val="00AE1BCE"/>
    <w:rsid w:val="00AE37F1"/>
    <w:rsid w:val="00AE46C9"/>
    <w:rsid w:val="00AE7FB1"/>
    <w:rsid w:val="00AF54A0"/>
    <w:rsid w:val="00B000F9"/>
    <w:rsid w:val="00B00E1A"/>
    <w:rsid w:val="00B025E9"/>
    <w:rsid w:val="00B100AF"/>
    <w:rsid w:val="00B14E4F"/>
    <w:rsid w:val="00B1595C"/>
    <w:rsid w:val="00B2029A"/>
    <w:rsid w:val="00B24BEC"/>
    <w:rsid w:val="00B26A44"/>
    <w:rsid w:val="00B27EEA"/>
    <w:rsid w:val="00B314EF"/>
    <w:rsid w:val="00B31E4C"/>
    <w:rsid w:val="00B36504"/>
    <w:rsid w:val="00B47B4F"/>
    <w:rsid w:val="00B50F59"/>
    <w:rsid w:val="00B516E0"/>
    <w:rsid w:val="00B52DA1"/>
    <w:rsid w:val="00B6278D"/>
    <w:rsid w:val="00B73E9E"/>
    <w:rsid w:val="00B75ECA"/>
    <w:rsid w:val="00B822A4"/>
    <w:rsid w:val="00B87851"/>
    <w:rsid w:val="00B910D3"/>
    <w:rsid w:val="00B96C1E"/>
    <w:rsid w:val="00BA06A2"/>
    <w:rsid w:val="00BA1B9D"/>
    <w:rsid w:val="00BB3069"/>
    <w:rsid w:val="00BB5752"/>
    <w:rsid w:val="00BB58A1"/>
    <w:rsid w:val="00BB6D18"/>
    <w:rsid w:val="00BB7A19"/>
    <w:rsid w:val="00BC1C79"/>
    <w:rsid w:val="00BC49AF"/>
    <w:rsid w:val="00BC55AB"/>
    <w:rsid w:val="00BC5EA8"/>
    <w:rsid w:val="00BC7A9A"/>
    <w:rsid w:val="00BD524A"/>
    <w:rsid w:val="00BD6E53"/>
    <w:rsid w:val="00BE1DD4"/>
    <w:rsid w:val="00BE68CC"/>
    <w:rsid w:val="00BF06A5"/>
    <w:rsid w:val="00BF6517"/>
    <w:rsid w:val="00C06B0C"/>
    <w:rsid w:val="00C11CF7"/>
    <w:rsid w:val="00C16C64"/>
    <w:rsid w:val="00C22BF3"/>
    <w:rsid w:val="00C22C3A"/>
    <w:rsid w:val="00C258A3"/>
    <w:rsid w:val="00C45A8F"/>
    <w:rsid w:val="00C47E9B"/>
    <w:rsid w:val="00C5560C"/>
    <w:rsid w:val="00C613D9"/>
    <w:rsid w:val="00C61475"/>
    <w:rsid w:val="00C67986"/>
    <w:rsid w:val="00C73AD1"/>
    <w:rsid w:val="00C750EF"/>
    <w:rsid w:val="00C873CC"/>
    <w:rsid w:val="00C900BE"/>
    <w:rsid w:val="00C90E58"/>
    <w:rsid w:val="00C90FC2"/>
    <w:rsid w:val="00C93124"/>
    <w:rsid w:val="00C95A00"/>
    <w:rsid w:val="00C97A4F"/>
    <w:rsid w:val="00C97E9F"/>
    <w:rsid w:val="00CA20F5"/>
    <w:rsid w:val="00CA765A"/>
    <w:rsid w:val="00CB0DA6"/>
    <w:rsid w:val="00CB2475"/>
    <w:rsid w:val="00CC7A12"/>
    <w:rsid w:val="00CD18B3"/>
    <w:rsid w:val="00CD20AC"/>
    <w:rsid w:val="00CD243E"/>
    <w:rsid w:val="00CE2166"/>
    <w:rsid w:val="00CE5D06"/>
    <w:rsid w:val="00CE675E"/>
    <w:rsid w:val="00CF217C"/>
    <w:rsid w:val="00D01422"/>
    <w:rsid w:val="00D020A5"/>
    <w:rsid w:val="00D02622"/>
    <w:rsid w:val="00D02CCC"/>
    <w:rsid w:val="00D0481E"/>
    <w:rsid w:val="00D059C5"/>
    <w:rsid w:val="00D064CE"/>
    <w:rsid w:val="00D21C2C"/>
    <w:rsid w:val="00D35DC0"/>
    <w:rsid w:val="00D4000D"/>
    <w:rsid w:val="00D435D8"/>
    <w:rsid w:val="00D436CF"/>
    <w:rsid w:val="00D470E4"/>
    <w:rsid w:val="00D47E90"/>
    <w:rsid w:val="00D51BA1"/>
    <w:rsid w:val="00D52FED"/>
    <w:rsid w:val="00D54A71"/>
    <w:rsid w:val="00D57BCA"/>
    <w:rsid w:val="00D600DD"/>
    <w:rsid w:val="00D622F0"/>
    <w:rsid w:val="00D76234"/>
    <w:rsid w:val="00D858DA"/>
    <w:rsid w:val="00D91464"/>
    <w:rsid w:val="00D93708"/>
    <w:rsid w:val="00DA0C64"/>
    <w:rsid w:val="00DB30C0"/>
    <w:rsid w:val="00DB5EF6"/>
    <w:rsid w:val="00DB60A0"/>
    <w:rsid w:val="00DB6BB2"/>
    <w:rsid w:val="00DB7560"/>
    <w:rsid w:val="00DD17EA"/>
    <w:rsid w:val="00DE0D13"/>
    <w:rsid w:val="00DE1952"/>
    <w:rsid w:val="00DE6D44"/>
    <w:rsid w:val="00DE73F8"/>
    <w:rsid w:val="00DE7436"/>
    <w:rsid w:val="00DE7FCF"/>
    <w:rsid w:val="00DF12B2"/>
    <w:rsid w:val="00DF1F7A"/>
    <w:rsid w:val="00DF4BF0"/>
    <w:rsid w:val="00DF5927"/>
    <w:rsid w:val="00E02799"/>
    <w:rsid w:val="00E12AB2"/>
    <w:rsid w:val="00E1357E"/>
    <w:rsid w:val="00E146DD"/>
    <w:rsid w:val="00E15AB3"/>
    <w:rsid w:val="00E2765C"/>
    <w:rsid w:val="00E32348"/>
    <w:rsid w:val="00E46118"/>
    <w:rsid w:val="00E4689D"/>
    <w:rsid w:val="00E471F2"/>
    <w:rsid w:val="00E51993"/>
    <w:rsid w:val="00E5296C"/>
    <w:rsid w:val="00E545BB"/>
    <w:rsid w:val="00E60A06"/>
    <w:rsid w:val="00E72130"/>
    <w:rsid w:val="00E74866"/>
    <w:rsid w:val="00E849A3"/>
    <w:rsid w:val="00E85A83"/>
    <w:rsid w:val="00E8682E"/>
    <w:rsid w:val="00E9027E"/>
    <w:rsid w:val="00E92E05"/>
    <w:rsid w:val="00EB1924"/>
    <w:rsid w:val="00EB207E"/>
    <w:rsid w:val="00EC3626"/>
    <w:rsid w:val="00ED27CC"/>
    <w:rsid w:val="00ED5166"/>
    <w:rsid w:val="00EE12EC"/>
    <w:rsid w:val="00EE26F2"/>
    <w:rsid w:val="00EF33B3"/>
    <w:rsid w:val="00EF3509"/>
    <w:rsid w:val="00EF4290"/>
    <w:rsid w:val="00EF6C82"/>
    <w:rsid w:val="00EF6EC9"/>
    <w:rsid w:val="00F10BE2"/>
    <w:rsid w:val="00F24217"/>
    <w:rsid w:val="00F24E80"/>
    <w:rsid w:val="00F3174B"/>
    <w:rsid w:val="00F4005C"/>
    <w:rsid w:val="00F53856"/>
    <w:rsid w:val="00F62786"/>
    <w:rsid w:val="00F64FFC"/>
    <w:rsid w:val="00F759E3"/>
    <w:rsid w:val="00F75D93"/>
    <w:rsid w:val="00F7688D"/>
    <w:rsid w:val="00F770D2"/>
    <w:rsid w:val="00F863BC"/>
    <w:rsid w:val="00F87096"/>
    <w:rsid w:val="00F928A2"/>
    <w:rsid w:val="00F93F02"/>
    <w:rsid w:val="00F961AC"/>
    <w:rsid w:val="00FA507D"/>
    <w:rsid w:val="00FB06E5"/>
    <w:rsid w:val="00FC3F32"/>
    <w:rsid w:val="00FC60AF"/>
    <w:rsid w:val="00FC6371"/>
    <w:rsid w:val="00FD51C7"/>
    <w:rsid w:val="00FD5788"/>
    <w:rsid w:val="00FE13AF"/>
    <w:rsid w:val="00FE1441"/>
    <w:rsid w:val="00FE2B81"/>
    <w:rsid w:val="00FE75F7"/>
    <w:rsid w:val="00FF11D3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D6C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D6C7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6C7E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0D6C7E"/>
  </w:style>
  <w:style w:type="paragraph" w:customStyle="1" w:styleId="ConsPlusNormal">
    <w:name w:val="ConsPlusNormal"/>
    <w:next w:val="Normal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eader">
    <w:name w:val="header"/>
    <w:basedOn w:val="Normal"/>
    <w:link w:val="HeaderChar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0D6C7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613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C7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C7A9A"/>
  </w:style>
  <w:style w:type="character" w:styleId="FootnoteReference">
    <w:name w:val="footnote reference"/>
    <w:basedOn w:val="DefaultParagraphFont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table" w:styleId="TableGrid">
    <w:name w:val="Table Grid"/>
    <w:basedOn w:val="TableNormal"/>
    <w:uiPriority w:val="99"/>
    <w:locked/>
    <w:rsid w:val="008331E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406</Words>
  <Characters>2316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User</cp:lastModifiedBy>
  <cp:revision>39</cp:revision>
  <cp:lastPrinted>2019-10-11T08:39:00Z</cp:lastPrinted>
  <dcterms:created xsi:type="dcterms:W3CDTF">2019-10-11T06:24:00Z</dcterms:created>
  <dcterms:modified xsi:type="dcterms:W3CDTF">2019-10-21T06:14:00Z</dcterms:modified>
</cp:coreProperties>
</file>